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DA5E" w14:textId="21B0B876" w:rsidR="00A4732C" w:rsidRPr="005D79E6" w:rsidRDefault="00A4732C" w:rsidP="00A4732C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E964A6">
        <w:rPr>
          <w:rFonts w:ascii="Arial" w:hAnsi="Arial" w:cs="Arial"/>
          <w:bCs/>
          <w:i w:val="0"/>
          <w:sz w:val="22"/>
          <w:szCs w:val="22"/>
        </w:rPr>
        <w:t>9</w:t>
      </w:r>
      <w:r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6219A8C7" w14:textId="302F9136" w:rsidR="00A4732C" w:rsidRPr="008418BE" w:rsidRDefault="00A4732C" w:rsidP="00A4732C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418BE">
        <w:rPr>
          <w:rFonts w:ascii="Arial" w:eastAsia="Times New Roman" w:hAnsi="Arial" w:cs="Arial"/>
          <w:b/>
          <w:lang w:eastAsia="pl-PL"/>
        </w:rPr>
        <w:t>ZP/</w:t>
      </w:r>
      <w:r>
        <w:rPr>
          <w:rFonts w:ascii="Arial" w:eastAsia="Times New Roman" w:hAnsi="Arial" w:cs="Arial"/>
          <w:b/>
          <w:lang w:eastAsia="pl-PL"/>
        </w:rPr>
        <w:t>1</w:t>
      </w:r>
      <w:r w:rsidR="0021406A">
        <w:rPr>
          <w:rFonts w:ascii="Arial" w:eastAsia="Times New Roman" w:hAnsi="Arial" w:cs="Arial"/>
          <w:b/>
          <w:lang w:eastAsia="pl-PL"/>
        </w:rPr>
        <w:t>8</w:t>
      </w:r>
      <w:r>
        <w:rPr>
          <w:rFonts w:ascii="Arial" w:eastAsia="Times New Roman" w:hAnsi="Arial" w:cs="Arial"/>
          <w:b/>
          <w:lang w:eastAsia="pl-PL"/>
        </w:rPr>
        <w:t>/2</w:t>
      </w:r>
      <w:r w:rsidR="0021406A">
        <w:rPr>
          <w:rFonts w:ascii="Arial" w:eastAsia="Times New Roman" w:hAnsi="Arial" w:cs="Arial"/>
          <w:b/>
          <w:lang w:eastAsia="pl-PL"/>
        </w:rPr>
        <w:t>5</w:t>
      </w:r>
    </w:p>
    <w:p w14:paraId="7B89131F" w14:textId="5FEDB971" w:rsidR="00F71EA4" w:rsidRPr="008418BE" w:rsidRDefault="003659DB" w:rsidP="00F71EA4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F71E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ROTOKÓŁ Z ODBYCIA WIZJI LOKALNEJ</w:t>
      </w:r>
    </w:p>
    <w:bookmarkEnd w:id="0"/>
    <w:p w14:paraId="4D5B9BD2" w14:textId="77777777" w:rsidR="00BC2C5F" w:rsidRDefault="003659DB" w:rsidP="0021406A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3659DB">
        <w:rPr>
          <w:rFonts w:ascii="Arial" w:hAnsi="Arial" w:cs="Arial"/>
          <w:sz w:val="21"/>
          <w:szCs w:val="21"/>
        </w:rPr>
        <w:t>W dniu …………</w:t>
      </w:r>
      <w:r w:rsidR="006B5568">
        <w:rPr>
          <w:rFonts w:ascii="Arial" w:hAnsi="Arial" w:cs="Arial"/>
          <w:sz w:val="21"/>
          <w:szCs w:val="21"/>
        </w:rPr>
        <w:t>…..</w:t>
      </w:r>
      <w:r w:rsidRPr="003659DB">
        <w:rPr>
          <w:rFonts w:ascii="Arial" w:hAnsi="Arial" w:cs="Arial"/>
          <w:sz w:val="21"/>
          <w:szCs w:val="21"/>
        </w:rPr>
        <w:t>…</w:t>
      </w:r>
      <w:r w:rsidR="0021406A">
        <w:rPr>
          <w:rFonts w:ascii="Arial" w:hAnsi="Arial" w:cs="Arial"/>
          <w:sz w:val="21"/>
          <w:szCs w:val="21"/>
        </w:rPr>
        <w:t>….…</w:t>
      </w:r>
      <w:r>
        <w:rPr>
          <w:rFonts w:ascii="Arial" w:hAnsi="Arial" w:cs="Arial"/>
          <w:sz w:val="21"/>
          <w:szCs w:val="21"/>
        </w:rPr>
        <w:t>….</w:t>
      </w:r>
      <w:r w:rsidRPr="003659DB">
        <w:rPr>
          <w:rFonts w:ascii="Arial" w:hAnsi="Arial" w:cs="Arial"/>
          <w:sz w:val="21"/>
          <w:szCs w:val="21"/>
        </w:rPr>
        <w:t xml:space="preserve"> w ramach postępowania o udzielenie zamówienia publicznego prowadzonego w</w:t>
      </w:r>
      <w:r w:rsidR="0021406A">
        <w:rPr>
          <w:rFonts w:ascii="Arial" w:hAnsi="Arial" w:cs="Arial"/>
          <w:sz w:val="21"/>
          <w:szCs w:val="21"/>
        </w:rPr>
        <w:t> </w:t>
      </w:r>
      <w:r w:rsidRPr="003659DB">
        <w:rPr>
          <w:rFonts w:ascii="Arial" w:hAnsi="Arial" w:cs="Arial"/>
          <w:sz w:val="21"/>
          <w:szCs w:val="21"/>
        </w:rPr>
        <w:t xml:space="preserve">trybie podstawowym bez negocjacji pn.: </w:t>
      </w:r>
      <w:r w:rsidR="0021406A" w:rsidRPr="005C3DAE">
        <w:rPr>
          <w:rFonts w:ascii="Arial" w:hAnsi="Arial" w:cs="Arial"/>
          <w:b/>
          <w:bCs/>
        </w:rPr>
        <w:t>Przebudowa części pomieszczeń szpitalnych na pracownię badań endoskopowych w</w:t>
      </w:r>
      <w:r w:rsidR="0021406A">
        <w:rPr>
          <w:rFonts w:ascii="Arial" w:hAnsi="Arial" w:cs="Arial"/>
          <w:b/>
          <w:bCs/>
        </w:rPr>
        <w:t xml:space="preserve"> „Kutnowskim Szpitalu Samorządowym” Sp. z o.o.  </w:t>
      </w:r>
    </w:p>
    <w:p w14:paraId="2CD614CD" w14:textId="2BC8B1D9" w:rsidR="003659DB" w:rsidRPr="003659DB" w:rsidRDefault="003659DB" w:rsidP="0021406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bookmarkStart w:id="1" w:name="_GoBack"/>
      <w:bookmarkEnd w:id="1"/>
      <w:r w:rsidRPr="003659DB">
        <w:rPr>
          <w:rFonts w:ascii="Arial" w:hAnsi="Arial" w:cs="Arial"/>
          <w:sz w:val="21"/>
          <w:szCs w:val="21"/>
        </w:rPr>
        <w:t>………………………….…………………………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……………… </w:t>
      </w:r>
    </w:p>
    <w:p w14:paraId="2BE8BE7C" w14:textId="792873EA" w:rsidR="003659DB" w:rsidRPr="003659DB" w:rsidRDefault="003659DB" w:rsidP="004935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……………………………………………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.……………………… </w:t>
      </w:r>
    </w:p>
    <w:p w14:paraId="741FB222" w14:textId="49BAD6F3" w:rsidR="006B5568" w:rsidRPr="006B5568" w:rsidRDefault="006B5568" w:rsidP="006B5568">
      <w:pPr>
        <w:spacing w:line="276" w:lineRule="auto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 xml:space="preserve">[imiona nazwiska i stanowiska osób uprawnionych do reprezentowania </w:t>
      </w:r>
      <w:r w:rsidR="0049358E">
        <w:rPr>
          <w:rFonts w:ascii="Arial" w:hAnsi="Arial" w:cs="Arial"/>
          <w:sz w:val="18"/>
          <w:szCs w:val="18"/>
        </w:rPr>
        <w:t>W</w:t>
      </w:r>
      <w:r w:rsidRPr="006B5568">
        <w:rPr>
          <w:rFonts w:ascii="Arial" w:hAnsi="Arial" w:cs="Arial"/>
          <w:sz w:val="18"/>
          <w:szCs w:val="18"/>
        </w:rPr>
        <w:t>ykonawcy]</w:t>
      </w:r>
    </w:p>
    <w:p w14:paraId="243AF560" w14:textId="77777777" w:rsid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</w:p>
    <w:p w14:paraId="30165875" w14:textId="6537AED4" w:rsidR="003659DB" w:rsidRP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jako Przedstawiciel / -e Wykonawcy:</w:t>
      </w:r>
    </w:p>
    <w:p w14:paraId="644C4AAE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0CA600D3" w14:textId="7C7CBBE9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</w:t>
      </w:r>
      <w:r w:rsidRPr="003659DB">
        <w:rPr>
          <w:rFonts w:ascii="Arial" w:hAnsi="Arial" w:cs="Arial"/>
          <w:sz w:val="21"/>
          <w:szCs w:val="21"/>
        </w:rPr>
        <w:t>..........................................................................................</w:t>
      </w:r>
    </w:p>
    <w:p w14:paraId="577A44F1" w14:textId="77777777" w:rsidR="003659DB" w:rsidRPr="006B5568" w:rsidRDefault="003659DB" w:rsidP="003659DB">
      <w:pPr>
        <w:jc w:val="center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>(nazwa i adres Wykonawcy)</w:t>
      </w:r>
    </w:p>
    <w:p w14:paraId="08B3A46D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6EB79906" w14:textId="474AE91F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dokonał / -li wizji lokalnej zgodnie z wymogiem wskazanym w Rozdz. </w:t>
      </w:r>
      <w:r w:rsidR="0049358E">
        <w:rPr>
          <w:rFonts w:ascii="Arial" w:hAnsi="Arial" w:cs="Arial"/>
          <w:sz w:val="21"/>
          <w:szCs w:val="21"/>
        </w:rPr>
        <w:t>3</w:t>
      </w:r>
      <w:r w:rsidRPr="003659DB">
        <w:rPr>
          <w:rFonts w:ascii="Arial" w:hAnsi="Arial" w:cs="Arial"/>
          <w:sz w:val="21"/>
          <w:szCs w:val="21"/>
        </w:rPr>
        <w:t xml:space="preserve"> ust. </w:t>
      </w:r>
      <w:r w:rsidR="0049358E">
        <w:rPr>
          <w:rFonts w:ascii="Arial" w:hAnsi="Arial" w:cs="Arial"/>
          <w:sz w:val="21"/>
          <w:szCs w:val="21"/>
        </w:rPr>
        <w:t>11</w:t>
      </w:r>
      <w:r w:rsidRPr="003659DB"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14767A90" w14:textId="77777777" w:rsidR="003659DB" w:rsidRPr="003659DB" w:rsidRDefault="003659DB" w:rsidP="003659DB">
      <w:pPr>
        <w:jc w:val="center"/>
        <w:rPr>
          <w:rFonts w:ascii="Arial" w:hAnsi="Arial" w:cs="Arial"/>
          <w:b/>
          <w:sz w:val="21"/>
          <w:szCs w:val="21"/>
        </w:rPr>
      </w:pPr>
    </w:p>
    <w:p w14:paraId="204891B3" w14:textId="12A4B7AE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Przedstawiciel / -le Wykonawcy zapoznał się z </w:t>
      </w:r>
      <w:r>
        <w:rPr>
          <w:rFonts w:ascii="Arial" w:hAnsi="Arial" w:cs="Arial"/>
          <w:sz w:val="21"/>
          <w:szCs w:val="21"/>
        </w:rPr>
        <w:t>pomieszczeniami</w:t>
      </w:r>
      <w:r w:rsidRPr="003659DB">
        <w:rPr>
          <w:rFonts w:ascii="Arial" w:hAnsi="Arial" w:cs="Arial"/>
          <w:sz w:val="21"/>
          <w:szCs w:val="21"/>
        </w:rPr>
        <w:t>, któr</w:t>
      </w:r>
      <w:r>
        <w:rPr>
          <w:rFonts w:ascii="Arial" w:hAnsi="Arial" w:cs="Arial"/>
          <w:sz w:val="21"/>
          <w:szCs w:val="21"/>
        </w:rPr>
        <w:t>ych</w:t>
      </w:r>
      <w:r w:rsidRPr="003659DB">
        <w:rPr>
          <w:rFonts w:ascii="Arial" w:hAnsi="Arial" w:cs="Arial"/>
          <w:sz w:val="21"/>
          <w:szCs w:val="21"/>
        </w:rPr>
        <w:t xml:space="preserve"> dotyczy przedmiotowe zadanie.</w:t>
      </w:r>
    </w:p>
    <w:p w14:paraId="1B0A3A06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</w:p>
    <w:p w14:paraId="7260C248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</w:p>
    <w:p w14:paraId="050A36A7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73DF46C2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410F1C71" w14:textId="7E6C2B28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    </w:t>
      </w:r>
      <w:r w:rsidR="00010FF4">
        <w:rPr>
          <w:rFonts w:ascii="Arial" w:hAnsi="Arial" w:cs="Arial"/>
          <w:sz w:val="21"/>
          <w:szCs w:val="21"/>
        </w:rPr>
        <w:t>…………</w:t>
      </w:r>
      <w:r w:rsidRPr="003659DB">
        <w:rPr>
          <w:rFonts w:ascii="Arial" w:hAnsi="Arial" w:cs="Arial"/>
          <w:sz w:val="21"/>
          <w:szCs w:val="21"/>
        </w:rPr>
        <w:t>..........</w:t>
      </w:r>
      <w:r w:rsidR="00010FF4">
        <w:rPr>
          <w:rFonts w:ascii="Arial" w:hAnsi="Arial" w:cs="Arial"/>
          <w:sz w:val="21"/>
          <w:szCs w:val="21"/>
        </w:rPr>
        <w:t>.....</w:t>
      </w:r>
      <w:r w:rsidRPr="003659DB">
        <w:rPr>
          <w:rFonts w:ascii="Arial" w:hAnsi="Arial" w:cs="Arial"/>
          <w:sz w:val="21"/>
          <w:szCs w:val="21"/>
        </w:rPr>
        <w:t>.................</w:t>
      </w:r>
      <w:r w:rsidR="00010FF4">
        <w:rPr>
          <w:rFonts w:ascii="Arial" w:hAnsi="Arial" w:cs="Arial"/>
          <w:sz w:val="21"/>
          <w:szCs w:val="21"/>
        </w:rPr>
        <w:t>....</w:t>
      </w:r>
      <w:r w:rsidRPr="003659DB">
        <w:rPr>
          <w:rFonts w:ascii="Arial" w:hAnsi="Arial" w:cs="Arial"/>
          <w:sz w:val="21"/>
          <w:szCs w:val="21"/>
        </w:rPr>
        <w:t>.........</w:t>
      </w:r>
      <w:r w:rsidRPr="003659DB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ab/>
      </w:r>
      <w:r w:rsidR="00010FF4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>…</w:t>
      </w:r>
      <w:r w:rsidR="00010FF4">
        <w:rPr>
          <w:rFonts w:ascii="Arial" w:hAnsi="Arial" w:cs="Arial"/>
          <w:sz w:val="21"/>
          <w:szCs w:val="21"/>
        </w:rPr>
        <w:t>…………..</w:t>
      </w:r>
      <w:r w:rsidRPr="003659DB">
        <w:rPr>
          <w:rFonts w:ascii="Arial" w:hAnsi="Arial" w:cs="Arial"/>
          <w:sz w:val="21"/>
          <w:szCs w:val="21"/>
        </w:rPr>
        <w:t>.……</w:t>
      </w:r>
      <w:r w:rsidR="00010FF4">
        <w:rPr>
          <w:rFonts w:ascii="Arial" w:hAnsi="Arial" w:cs="Arial"/>
          <w:sz w:val="21"/>
          <w:szCs w:val="21"/>
        </w:rPr>
        <w:t>……….</w:t>
      </w:r>
      <w:r w:rsidRPr="003659DB">
        <w:rPr>
          <w:rFonts w:ascii="Arial" w:hAnsi="Arial" w:cs="Arial"/>
          <w:sz w:val="21"/>
          <w:szCs w:val="21"/>
        </w:rPr>
        <w:t>………………..……</w:t>
      </w:r>
    </w:p>
    <w:p w14:paraId="7BC2ED05" w14:textId="3461D8D1" w:rsidR="003659DB" w:rsidRPr="00010FF4" w:rsidRDefault="006B5568" w:rsidP="00010FF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Wykonawcy</w:t>
      </w:r>
      <w:r>
        <w:rPr>
          <w:rFonts w:ascii="Arial" w:hAnsi="Arial" w:cs="Arial"/>
          <w:sz w:val="18"/>
          <w:szCs w:val="18"/>
        </w:rPr>
        <w:t>]</w:t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  <w:t xml:space="preserve">  </w:t>
      </w:r>
      <w:r w:rsidR="00010FF4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Zamawiającego</w:t>
      </w:r>
      <w:r>
        <w:rPr>
          <w:rFonts w:ascii="Arial" w:hAnsi="Arial" w:cs="Arial"/>
          <w:sz w:val="20"/>
          <w:szCs w:val="20"/>
        </w:rPr>
        <w:t>]</w:t>
      </w:r>
    </w:p>
    <w:p w14:paraId="1635DEDB" w14:textId="5570D27F" w:rsidR="0021406A" w:rsidRDefault="0021406A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19104A" w14:textId="77777777" w:rsidR="0021406A" w:rsidRPr="0021406A" w:rsidRDefault="0021406A" w:rsidP="0021406A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4483F75" w14:textId="7A92C0B8" w:rsidR="0021406A" w:rsidRDefault="0021406A" w:rsidP="0021406A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AF84AE0" w14:textId="77777777" w:rsidR="00F71EA4" w:rsidRPr="0021406A" w:rsidRDefault="00F71EA4" w:rsidP="0021406A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71EA4" w:rsidRPr="0021406A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215225699"/>
  <w:p w14:paraId="3BDF6118" w14:textId="295BDCEA" w:rsidR="0021406A" w:rsidRDefault="0021406A" w:rsidP="0021406A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6B4E8" wp14:editId="468E01B5">
              <wp:simplePos x="0" y="0"/>
              <wp:positionH relativeFrom="column">
                <wp:posOffset>-3176</wp:posOffset>
              </wp:positionH>
              <wp:positionV relativeFrom="paragraph">
                <wp:posOffset>175895</wp:posOffset>
              </wp:positionV>
              <wp:extent cx="67341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34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86E6E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3.85pt" to="530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14:paraId="56FB3ACA" w14:textId="29A862B4" w:rsidR="0021406A" w:rsidRPr="00184CE9" w:rsidRDefault="0021406A" w:rsidP="0021406A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bookmarkEnd w:id="2"/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7A40E433" w:rsidR="00952C71" w:rsidRDefault="0021406A" w:rsidP="0021406A">
    <w:pPr>
      <w:pStyle w:val="Nagwek"/>
      <w:jc w:val="center"/>
    </w:pPr>
    <w:r w:rsidRPr="00D275E6">
      <w:rPr>
        <w:noProof/>
      </w:rPr>
      <w:drawing>
        <wp:inline distT="0" distB="0" distL="0" distR="0" wp14:anchorId="267F7942" wp14:editId="035B8EDB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10FF4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335A9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406A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659DB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358E"/>
    <w:rsid w:val="00497DB6"/>
    <w:rsid w:val="004B2839"/>
    <w:rsid w:val="004B77D5"/>
    <w:rsid w:val="004C4854"/>
    <w:rsid w:val="004C6325"/>
    <w:rsid w:val="004D5217"/>
    <w:rsid w:val="004D6D9B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B5568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A7A32"/>
    <w:rsid w:val="007B01C8"/>
    <w:rsid w:val="007D2FC4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4732C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C2C5F"/>
    <w:rsid w:val="00BF5A3B"/>
    <w:rsid w:val="00C014B5"/>
    <w:rsid w:val="00C113BF"/>
    <w:rsid w:val="00C4103F"/>
    <w:rsid w:val="00C418B6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964A6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71EA4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2F4B-13FF-4FC9-A156-A3B1DFA0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12</cp:revision>
  <cp:lastPrinted>2016-07-26T10:32:00Z</cp:lastPrinted>
  <dcterms:created xsi:type="dcterms:W3CDTF">2024-05-14T12:37:00Z</dcterms:created>
  <dcterms:modified xsi:type="dcterms:W3CDTF">2025-12-03T13:19:00Z</dcterms:modified>
</cp:coreProperties>
</file>